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6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2740"/>
        <w:gridCol w:w="2860"/>
      </w:tblGrid>
      <w:tr w:rsidR="00F7116C" w:rsidRPr="00F7116C" w14:paraId="043FD309" w14:textId="77777777" w:rsidTr="00F7116C">
        <w:trPr>
          <w:trHeight w:val="2190"/>
        </w:trPr>
        <w:tc>
          <w:tcPr>
            <w:tcW w:w="6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3BABEF" w14:textId="77777777" w:rsidR="00F7116C" w:rsidRPr="00F7116C" w:rsidRDefault="00F7116C" w:rsidP="00F7116C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7116C">
              <w:rPr>
                <w:rFonts w:ascii="Calibri" w:hAnsi="Calibri" w:cs="Calibri"/>
                <w:b/>
                <w:bCs/>
                <w:color w:val="000000"/>
              </w:rPr>
              <w:t>Załącznik nr 2</w:t>
            </w:r>
            <w:r w:rsidRPr="00F7116C">
              <w:rPr>
                <w:rFonts w:ascii="Calibri" w:hAnsi="Calibri" w:cs="Calibri"/>
                <w:color w:val="000000"/>
              </w:rPr>
              <w:t xml:space="preserve"> </w:t>
            </w:r>
            <w:r w:rsidRPr="00F7116C">
              <w:rPr>
                <w:rFonts w:ascii="Calibri" w:hAnsi="Calibri" w:cs="Calibri"/>
                <w:color w:val="000000"/>
              </w:rPr>
              <w:br/>
              <w:t xml:space="preserve">Podział środków Funduszu Pracy na realizację projektów współfinansowanych z EFS+ w ramach Działania 5.2 FEP 2021-2027 na samorządy powiatowe województwa pomorskiego na rok 2024 - Szacunkowy podział limitów FP w EFS na 2024 rok (podstawę stanowi podział limitu FP na 2023 rok) w zł. </w:t>
            </w:r>
          </w:p>
        </w:tc>
      </w:tr>
      <w:tr w:rsidR="00F7116C" w:rsidRPr="00F7116C" w14:paraId="7954819C" w14:textId="77777777" w:rsidTr="00F7116C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FA044" w14:textId="77777777" w:rsidR="00F7116C" w:rsidRPr="00F7116C" w:rsidRDefault="00F7116C" w:rsidP="00F7116C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419AE" w14:textId="77777777" w:rsidR="00F7116C" w:rsidRPr="00F7116C" w:rsidRDefault="00F7116C" w:rsidP="00F711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A2545" w14:textId="77777777" w:rsidR="00F7116C" w:rsidRPr="00F7116C" w:rsidRDefault="00F7116C" w:rsidP="00F711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116C" w:rsidRPr="00F7116C" w14:paraId="720CA6F4" w14:textId="77777777" w:rsidTr="00F7116C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D2AB1" w14:textId="77777777" w:rsidR="00F7116C" w:rsidRPr="00F7116C" w:rsidRDefault="00F7116C" w:rsidP="00F711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BAD3B" w14:textId="77777777" w:rsidR="00F7116C" w:rsidRPr="00F7116C" w:rsidRDefault="00F7116C" w:rsidP="00F711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17D9D" w14:textId="77777777" w:rsidR="00F7116C" w:rsidRPr="00F7116C" w:rsidRDefault="00F7116C" w:rsidP="00F711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116C" w:rsidRPr="00F7116C" w14:paraId="14DCACB4" w14:textId="77777777" w:rsidTr="00F7116C">
        <w:trPr>
          <w:trHeight w:val="615"/>
        </w:trPr>
        <w:tc>
          <w:tcPr>
            <w:tcW w:w="6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DE44F" w14:textId="77777777" w:rsidR="00F7116C" w:rsidRPr="00F7116C" w:rsidRDefault="00F7116C" w:rsidP="00F7116C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bookmarkStart w:id="0" w:name="RANGE!A4:C23"/>
            <w:r w:rsidRPr="00F7116C">
              <w:rPr>
                <w:rFonts w:ascii="Calibri" w:hAnsi="Calibri" w:cs="Calibri"/>
                <w:color w:val="000000"/>
              </w:rPr>
              <w:t>Symulacja alokacji środków FEP na rok 2024</w:t>
            </w:r>
            <w:bookmarkEnd w:id="0"/>
          </w:p>
        </w:tc>
      </w:tr>
      <w:tr w:rsidR="00F7116C" w:rsidRPr="00F7116C" w14:paraId="08B5D718" w14:textId="77777777" w:rsidTr="00F7116C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A2E7C" w14:textId="77777777" w:rsidR="00F7116C" w:rsidRPr="00F7116C" w:rsidRDefault="00F7116C" w:rsidP="00F7116C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7116C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6349E" w14:textId="77777777" w:rsidR="00F7116C" w:rsidRPr="00F7116C" w:rsidRDefault="00F7116C" w:rsidP="00F7116C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7116C">
              <w:rPr>
                <w:rFonts w:ascii="Calibri" w:hAnsi="Calibri" w:cs="Calibri"/>
                <w:b/>
                <w:bCs/>
                <w:color w:val="000000"/>
              </w:rPr>
              <w:t>Powiat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D8F0E" w14:textId="77777777" w:rsidR="00F7116C" w:rsidRPr="00F7116C" w:rsidRDefault="00F7116C" w:rsidP="00F7116C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7116C">
              <w:rPr>
                <w:rFonts w:ascii="Calibri" w:hAnsi="Calibri" w:cs="Calibri"/>
                <w:b/>
                <w:bCs/>
                <w:color w:val="000000"/>
              </w:rPr>
              <w:t>FEP 2024</w:t>
            </w:r>
          </w:p>
        </w:tc>
      </w:tr>
      <w:tr w:rsidR="00F7116C" w:rsidRPr="00F7116C" w14:paraId="3810CD20" w14:textId="77777777" w:rsidTr="00F7116C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096060" w14:textId="77777777" w:rsidR="00F7116C" w:rsidRPr="00F7116C" w:rsidRDefault="00F7116C" w:rsidP="00F7116C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7116C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C3269A" w14:textId="77777777" w:rsidR="00F7116C" w:rsidRPr="00F7116C" w:rsidRDefault="00F7116C" w:rsidP="00F7116C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7116C">
              <w:rPr>
                <w:rFonts w:ascii="Calibri" w:hAnsi="Calibri" w:cs="Calibri"/>
                <w:b/>
                <w:bCs/>
                <w:color w:val="000000"/>
              </w:rPr>
              <w:t>Łącznie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ACD915" w14:textId="77777777" w:rsidR="00F7116C" w:rsidRPr="00F7116C" w:rsidRDefault="00F7116C" w:rsidP="00F7116C">
            <w:pPr>
              <w:spacing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F7116C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53 875 222,73</w:t>
            </w:r>
          </w:p>
        </w:tc>
      </w:tr>
      <w:tr w:rsidR="00F7116C" w:rsidRPr="00F7116C" w14:paraId="2CFE7A74" w14:textId="77777777" w:rsidTr="00F7116C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A1DF0" w14:textId="77777777" w:rsidR="00F7116C" w:rsidRPr="00F7116C" w:rsidRDefault="00F7116C" w:rsidP="00F7116C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7116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B6DCE" w14:textId="77777777" w:rsidR="00F7116C" w:rsidRPr="00F7116C" w:rsidRDefault="00F7116C" w:rsidP="00F7116C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7116C">
              <w:rPr>
                <w:rFonts w:ascii="Calibri" w:hAnsi="Calibri" w:cs="Calibri"/>
                <w:color w:val="000000"/>
              </w:rPr>
              <w:t>Bytowski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06E27" w14:textId="77777777" w:rsidR="00F7116C" w:rsidRPr="00F7116C" w:rsidRDefault="00F7116C" w:rsidP="00F7116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F7116C">
              <w:rPr>
                <w:rFonts w:ascii="Calibri" w:hAnsi="Calibri" w:cs="Calibri"/>
                <w:color w:val="000000"/>
                <w:sz w:val="28"/>
                <w:szCs w:val="28"/>
              </w:rPr>
              <w:t>3 174 791,79</w:t>
            </w:r>
          </w:p>
        </w:tc>
      </w:tr>
      <w:tr w:rsidR="00F7116C" w:rsidRPr="00F7116C" w14:paraId="4514C5FB" w14:textId="77777777" w:rsidTr="00F7116C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C7507" w14:textId="77777777" w:rsidR="00F7116C" w:rsidRPr="00F7116C" w:rsidRDefault="00F7116C" w:rsidP="00F7116C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7116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72EC" w14:textId="77777777" w:rsidR="00F7116C" w:rsidRPr="00F7116C" w:rsidRDefault="00F7116C" w:rsidP="00F7116C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7116C">
              <w:rPr>
                <w:rFonts w:ascii="Calibri" w:hAnsi="Calibri" w:cs="Calibri"/>
                <w:color w:val="000000"/>
              </w:rPr>
              <w:t>Chojnicki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F985B" w14:textId="77777777" w:rsidR="00F7116C" w:rsidRPr="00F7116C" w:rsidRDefault="00F7116C" w:rsidP="00F7116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F7116C">
              <w:rPr>
                <w:rFonts w:ascii="Calibri" w:hAnsi="Calibri" w:cs="Calibri"/>
                <w:color w:val="000000"/>
                <w:sz w:val="28"/>
                <w:szCs w:val="28"/>
              </w:rPr>
              <w:t>4 004 644,60</w:t>
            </w:r>
          </w:p>
        </w:tc>
      </w:tr>
      <w:tr w:rsidR="00F7116C" w:rsidRPr="00F7116C" w14:paraId="6204589A" w14:textId="77777777" w:rsidTr="00F7116C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C0FBD" w14:textId="77777777" w:rsidR="00F7116C" w:rsidRPr="00F7116C" w:rsidRDefault="00F7116C" w:rsidP="00F7116C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7116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4B289" w14:textId="77777777" w:rsidR="00F7116C" w:rsidRPr="00F7116C" w:rsidRDefault="00F7116C" w:rsidP="00F7116C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7116C">
              <w:rPr>
                <w:rFonts w:ascii="Calibri" w:hAnsi="Calibri" w:cs="Calibri"/>
                <w:color w:val="000000"/>
              </w:rPr>
              <w:t>Człuchowski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1E253" w14:textId="77777777" w:rsidR="00F7116C" w:rsidRPr="00F7116C" w:rsidRDefault="00F7116C" w:rsidP="00F7116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F7116C">
              <w:rPr>
                <w:rFonts w:ascii="Calibri" w:hAnsi="Calibri" w:cs="Calibri"/>
                <w:color w:val="000000"/>
                <w:sz w:val="28"/>
                <w:szCs w:val="28"/>
              </w:rPr>
              <w:t>3 913 665,81</w:t>
            </w:r>
          </w:p>
        </w:tc>
      </w:tr>
      <w:tr w:rsidR="00F7116C" w:rsidRPr="00F7116C" w14:paraId="496542FA" w14:textId="77777777" w:rsidTr="00F7116C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7EC9A" w14:textId="77777777" w:rsidR="00F7116C" w:rsidRPr="00F7116C" w:rsidRDefault="00F7116C" w:rsidP="00F7116C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7116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CB5ED" w14:textId="77777777" w:rsidR="00F7116C" w:rsidRPr="00F7116C" w:rsidRDefault="00F7116C" w:rsidP="00F7116C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7116C">
              <w:rPr>
                <w:rFonts w:ascii="Calibri" w:hAnsi="Calibri" w:cs="Calibri"/>
                <w:color w:val="000000"/>
              </w:rPr>
              <w:t>Kartuski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C00BE" w14:textId="77777777" w:rsidR="00F7116C" w:rsidRPr="00F7116C" w:rsidRDefault="00F7116C" w:rsidP="00F7116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F7116C">
              <w:rPr>
                <w:rFonts w:ascii="Calibri" w:hAnsi="Calibri" w:cs="Calibri"/>
                <w:color w:val="000000"/>
                <w:sz w:val="28"/>
                <w:szCs w:val="28"/>
              </w:rPr>
              <w:t>2 364 922,76</w:t>
            </w:r>
          </w:p>
        </w:tc>
      </w:tr>
      <w:tr w:rsidR="00F7116C" w:rsidRPr="00F7116C" w14:paraId="555185E5" w14:textId="77777777" w:rsidTr="00F7116C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75560" w14:textId="77777777" w:rsidR="00F7116C" w:rsidRPr="00F7116C" w:rsidRDefault="00F7116C" w:rsidP="00F7116C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7116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31493" w14:textId="77777777" w:rsidR="00F7116C" w:rsidRPr="00F7116C" w:rsidRDefault="00F7116C" w:rsidP="00F7116C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7116C">
              <w:rPr>
                <w:rFonts w:ascii="Calibri" w:hAnsi="Calibri" w:cs="Calibri"/>
                <w:color w:val="000000"/>
              </w:rPr>
              <w:t>Kościerski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916EE" w14:textId="77777777" w:rsidR="00F7116C" w:rsidRPr="00F7116C" w:rsidRDefault="00F7116C" w:rsidP="00F7116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F7116C">
              <w:rPr>
                <w:rFonts w:ascii="Calibri" w:hAnsi="Calibri" w:cs="Calibri"/>
                <w:color w:val="000000"/>
                <w:sz w:val="28"/>
                <w:szCs w:val="28"/>
              </w:rPr>
              <w:t>2 348 620,20</w:t>
            </w:r>
          </w:p>
        </w:tc>
      </w:tr>
      <w:tr w:rsidR="00F7116C" w:rsidRPr="00F7116C" w14:paraId="79950C45" w14:textId="77777777" w:rsidTr="00F7116C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A8F70" w14:textId="77777777" w:rsidR="00F7116C" w:rsidRPr="00F7116C" w:rsidRDefault="00F7116C" w:rsidP="00F7116C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7116C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D8F15" w14:textId="77777777" w:rsidR="00F7116C" w:rsidRPr="00F7116C" w:rsidRDefault="00F7116C" w:rsidP="00F7116C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7116C">
              <w:rPr>
                <w:rFonts w:ascii="Calibri" w:hAnsi="Calibri" w:cs="Calibri"/>
                <w:color w:val="000000"/>
              </w:rPr>
              <w:t>Kwidzyński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6F8D6" w14:textId="77777777" w:rsidR="00F7116C" w:rsidRPr="00F7116C" w:rsidRDefault="00F7116C" w:rsidP="00F7116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F7116C">
              <w:rPr>
                <w:rFonts w:ascii="Calibri" w:hAnsi="Calibri" w:cs="Calibri"/>
                <w:color w:val="000000"/>
                <w:sz w:val="28"/>
                <w:szCs w:val="28"/>
              </w:rPr>
              <w:t>2 242 916,51</w:t>
            </w:r>
          </w:p>
        </w:tc>
      </w:tr>
      <w:tr w:rsidR="00F7116C" w:rsidRPr="00F7116C" w14:paraId="69FB98ED" w14:textId="77777777" w:rsidTr="00F7116C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4ADCC" w14:textId="77777777" w:rsidR="00F7116C" w:rsidRPr="00F7116C" w:rsidRDefault="00F7116C" w:rsidP="00F7116C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7116C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C5954" w14:textId="77777777" w:rsidR="00F7116C" w:rsidRPr="00F7116C" w:rsidRDefault="00F7116C" w:rsidP="00F7116C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7116C">
              <w:rPr>
                <w:rFonts w:ascii="Calibri" w:hAnsi="Calibri" w:cs="Calibri"/>
                <w:color w:val="000000"/>
              </w:rPr>
              <w:t>Lęborski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BCCC7" w14:textId="77777777" w:rsidR="00F7116C" w:rsidRPr="00F7116C" w:rsidRDefault="00F7116C" w:rsidP="00F7116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F7116C">
              <w:rPr>
                <w:rFonts w:ascii="Calibri" w:hAnsi="Calibri" w:cs="Calibri"/>
                <w:color w:val="000000"/>
                <w:sz w:val="28"/>
                <w:szCs w:val="28"/>
              </w:rPr>
              <w:t>2 522 163,56</w:t>
            </w:r>
          </w:p>
        </w:tc>
      </w:tr>
      <w:tr w:rsidR="00F7116C" w:rsidRPr="00F7116C" w14:paraId="69D93DDB" w14:textId="77777777" w:rsidTr="00F7116C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6A37F" w14:textId="77777777" w:rsidR="00F7116C" w:rsidRPr="00F7116C" w:rsidRDefault="00F7116C" w:rsidP="00F7116C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7116C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B3274" w14:textId="77777777" w:rsidR="00F7116C" w:rsidRPr="00F7116C" w:rsidRDefault="00F7116C" w:rsidP="00F7116C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7116C">
              <w:rPr>
                <w:rFonts w:ascii="Calibri" w:hAnsi="Calibri" w:cs="Calibri"/>
                <w:color w:val="000000"/>
              </w:rPr>
              <w:t>Malborski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B549A" w14:textId="77777777" w:rsidR="00F7116C" w:rsidRPr="00F7116C" w:rsidRDefault="00F7116C" w:rsidP="00F7116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F7116C">
              <w:rPr>
                <w:rFonts w:ascii="Calibri" w:hAnsi="Calibri" w:cs="Calibri"/>
                <w:color w:val="000000"/>
                <w:sz w:val="28"/>
                <w:szCs w:val="28"/>
              </w:rPr>
              <w:t>1 799 592,10</w:t>
            </w:r>
          </w:p>
        </w:tc>
      </w:tr>
      <w:tr w:rsidR="00F7116C" w:rsidRPr="00F7116C" w14:paraId="0BDB1016" w14:textId="77777777" w:rsidTr="00F7116C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6F750" w14:textId="77777777" w:rsidR="00F7116C" w:rsidRPr="00F7116C" w:rsidRDefault="00F7116C" w:rsidP="00F7116C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7116C"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AA276" w14:textId="77777777" w:rsidR="00F7116C" w:rsidRPr="00F7116C" w:rsidRDefault="00F7116C" w:rsidP="00F7116C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7116C">
              <w:rPr>
                <w:rFonts w:ascii="Calibri" w:hAnsi="Calibri" w:cs="Calibri"/>
                <w:color w:val="000000"/>
              </w:rPr>
              <w:t>Nowodworski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76003" w14:textId="77777777" w:rsidR="00F7116C" w:rsidRPr="00F7116C" w:rsidRDefault="00F7116C" w:rsidP="00F7116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F7116C">
              <w:rPr>
                <w:rFonts w:ascii="Calibri" w:hAnsi="Calibri" w:cs="Calibri"/>
                <w:color w:val="000000"/>
                <w:sz w:val="28"/>
                <w:szCs w:val="28"/>
              </w:rPr>
              <w:t>1 552 950,17</w:t>
            </w:r>
          </w:p>
        </w:tc>
      </w:tr>
      <w:tr w:rsidR="00F7116C" w:rsidRPr="00F7116C" w14:paraId="6A33D9F0" w14:textId="77777777" w:rsidTr="00F7116C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4C9EC" w14:textId="77777777" w:rsidR="00F7116C" w:rsidRPr="00F7116C" w:rsidRDefault="00F7116C" w:rsidP="00F7116C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7116C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349D6" w14:textId="77777777" w:rsidR="00F7116C" w:rsidRPr="00F7116C" w:rsidRDefault="00F7116C" w:rsidP="00F7116C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7116C">
              <w:rPr>
                <w:rFonts w:ascii="Calibri" w:hAnsi="Calibri" w:cs="Calibri"/>
                <w:color w:val="000000"/>
              </w:rPr>
              <w:t>Pucki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6E30" w14:textId="77777777" w:rsidR="00F7116C" w:rsidRPr="00F7116C" w:rsidRDefault="00F7116C" w:rsidP="00F7116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F7116C">
              <w:rPr>
                <w:rFonts w:ascii="Calibri" w:hAnsi="Calibri" w:cs="Calibri"/>
                <w:color w:val="000000"/>
                <w:sz w:val="28"/>
                <w:szCs w:val="28"/>
              </w:rPr>
              <w:t>1 870 587,11</w:t>
            </w:r>
          </w:p>
        </w:tc>
      </w:tr>
      <w:tr w:rsidR="00F7116C" w:rsidRPr="00F7116C" w14:paraId="1DD33DF1" w14:textId="77777777" w:rsidTr="00F7116C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CB65C" w14:textId="77777777" w:rsidR="00F7116C" w:rsidRPr="00F7116C" w:rsidRDefault="00F7116C" w:rsidP="00F7116C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7116C"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CD005" w14:textId="77777777" w:rsidR="00F7116C" w:rsidRPr="00F7116C" w:rsidRDefault="00F7116C" w:rsidP="00F7116C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7116C">
              <w:rPr>
                <w:rFonts w:ascii="Calibri" w:hAnsi="Calibri" w:cs="Calibri"/>
                <w:color w:val="000000"/>
              </w:rPr>
              <w:t>Słupski (P+M)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3F89" w14:textId="77777777" w:rsidR="00F7116C" w:rsidRPr="00F7116C" w:rsidRDefault="00F7116C" w:rsidP="00F7116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F7116C">
              <w:rPr>
                <w:rFonts w:ascii="Calibri" w:hAnsi="Calibri" w:cs="Calibri"/>
                <w:color w:val="000000"/>
                <w:sz w:val="28"/>
                <w:szCs w:val="28"/>
              </w:rPr>
              <w:t>5 463 986,53</w:t>
            </w:r>
          </w:p>
        </w:tc>
      </w:tr>
      <w:tr w:rsidR="00F7116C" w:rsidRPr="00F7116C" w14:paraId="2DFF3638" w14:textId="77777777" w:rsidTr="00F7116C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C11DA" w14:textId="77777777" w:rsidR="00F7116C" w:rsidRPr="00F7116C" w:rsidRDefault="00F7116C" w:rsidP="00F7116C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7116C"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5C717" w14:textId="77777777" w:rsidR="00F7116C" w:rsidRPr="00F7116C" w:rsidRDefault="00F7116C" w:rsidP="00F7116C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7116C">
              <w:rPr>
                <w:rFonts w:ascii="Calibri" w:hAnsi="Calibri" w:cs="Calibri"/>
                <w:color w:val="000000"/>
              </w:rPr>
              <w:t>Starogardzki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3909A" w14:textId="77777777" w:rsidR="00F7116C" w:rsidRPr="00F7116C" w:rsidRDefault="00F7116C" w:rsidP="00F7116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F7116C">
              <w:rPr>
                <w:rFonts w:ascii="Calibri" w:hAnsi="Calibri" w:cs="Calibri"/>
                <w:color w:val="000000"/>
                <w:sz w:val="28"/>
                <w:szCs w:val="28"/>
              </w:rPr>
              <w:t>2 960 229,08</w:t>
            </w:r>
          </w:p>
        </w:tc>
      </w:tr>
      <w:tr w:rsidR="00F7116C" w:rsidRPr="00F7116C" w14:paraId="37BCA687" w14:textId="77777777" w:rsidTr="00F7116C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FC6C1" w14:textId="77777777" w:rsidR="00F7116C" w:rsidRPr="00F7116C" w:rsidRDefault="00F7116C" w:rsidP="00F7116C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7116C"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8ADBB" w14:textId="77777777" w:rsidR="00F7116C" w:rsidRPr="00F7116C" w:rsidRDefault="00F7116C" w:rsidP="00F7116C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7116C">
              <w:rPr>
                <w:rFonts w:ascii="Calibri" w:hAnsi="Calibri" w:cs="Calibri"/>
                <w:color w:val="000000"/>
              </w:rPr>
              <w:t>Sztumski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DD40C" w14:textId="77777777" w:rsidR="00F7116C" w:rsidRPr="00F7116C" w:rsidRDefault="00F7116C" w:rsidP="00F7116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F7116C">
              <w:rPr>
                <w:rFonts w:ascii="Calibri" w:hAnsi="Calibri" w:cs="Calibri"/>
                <w:color w:val="000000"/>
                <w:sz w:val="28"/>
                <w:szCs w:val="28"/>
              </w:rPr>
              <w:t>983 938,29</w:t>
            </w:r>
          </w:p>
        </w:tc>
      </w:tr>
      <w:tr w:rsidR="00F7116C" w:rsidRPr="00F7116C" w14:paraId="6CEC8E40" w14:textId="77777777" w:rsidTr="00F7116C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D5E89" w14:textId="77777777" w:rsidR="00F7116C" w:rsidRPr="00F7116C" w:rsidRDefault="00F7116C" w:rsidP="00F7116C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7116C"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09146" w14:textId="77777777" w:rsidR="00F7116C" w:rsidRPr="00F7116C" w:rsidRDefault="00F7116C" w:rsidP="00F7116C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7116C">
              <w:rPr>
                <w:rFonts w:ascii="Calibri" w:hAnsi="Calibri" w:cs="Calibri"/>
                <w:color w:val="000000"/>
              </w:rPr>
              <w:t>Tczewski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20CA9" w14:textId="77777777" w:rsidR="00F7116C" w:rsidRPr="00F7116C" w:rsidRDefault="00F7116C" w:rsidP="00F7116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F7116C">
              <w:rPr>
                <w:rFonts w:ascii="Calibri" w:hAnsi="Calibri" w:cs="Calibri"/>
                <w:color w:val="000000"/>
                <w:sz w:val="28"/>
                <w:szCs w:val="28"/>
              </w:rPr>
              <w:t>2 794 574,06</w:t>
            </w:r>
          </w:p>
        </w:tc>
      </w:tr>
      <w:tr w:rsidR="00F7116C" w:rsidRPr="00F7116C" w14:paraId="4886444C" w14:textId="77777777" w:rsidTr="00F7116C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A2BCE" w14:textId="77777777" w:rsidR="00F7116C" w:rsidRPr="00F7116C" w:rsidRDefault="00F7116C" w:rsidP="00F7116C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7116C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F4FBB" w14:textId="77777777" w:rsidR="00F7116C" w:rsidRPr="00F7116C" w:rsidRDefault="00F7116C" w:rsidP="00F7116C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7116C">
              <w:rPr>
                <w:rFonts w:ascii="Calibri" w:hAnsi="Calibri" w:cs="Calibri"/>
                <w:color w:val="000000"/>
              </w:rPr>
              <w:t>Wejherowski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2A73B" w14:textId="77777777" w:rsidR="00F7116C" w:rsidRPr="00F7116C" w:rsidRDefault="00F7116C" w:rsidP="00F7116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F7116C">
              <w:rPr>
                <w:rFonts w:ascii="Calibri" w:hAnsi="Calibri" w:cs="Calibri"/>
                <w:color w:val="000000"/>
                <w:sz w:val="28"/>
                <w:szCs w:val="28"/>
              </w:rPr>
              <w:t>3 969 410,04</w:t>
            </w:r>
          </w:p>
        </w:tc>
      </w:tr>
      <w:tr w:rsidR="00F7116C" w:rsidRPr="00F7116C" w14:paraId="57D897C4" w14:textId="77777777" w:rsidTr="00F7116C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6E47C" w14:textId="77777777" w:rsidR="00F7116C" w:rsidRPr="00F7116C" w:rsidRDefault="00F7116C" w:rsidP="00F7116C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7116C"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850D2" w14:textId="77777777" w:rsidR="00F7116C" w:rsidRPr="00F7116C" w:rsidRDefault="00F7116C" w:rsidP="00F7116C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7116C">
              <w:rPr>
                <w:rFonts w:ascii="Calibri" w:hAnsi="Calibri" w:cs="Calibri"/>
                <w:color w:val="000000"/>
              </w:rPr>
              <w:t>m. Gdańsk (M+P)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17814" w14:textId="77777777" w:rsidR="00F7116C" w:rsidRPr="00F7116C" w:rsidRDefault="00F7116C" w:rsidP="00F7116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F7116C">
              <w:rPr>
                <w:rFonts w:ascii="Calibri" w:hAnsi="Calibri" w:cs="Calibri"/>
                <w:color w:val="000000"/>
                <w:sz w:val="28"/>
                <w:szCs w:val="28"/>
              </w:rPr>
              <w:t>9 060 541,28</w:t>
            </w:r>
          </w:p>
        </w:tc>
      </w:tr>
      <w:tr w:rsidR="00F7116C" w:rsidRPr="00F7116C" w14:paraId="05E8ED59" w14:textId="77777777" w:rsidTr="00F7116C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327D3" w14:textId="77777777" w:rsidR="00F7116C" w:rsidRPr="00F7116C" w:rsidRDefault="00F7116C" w:rsidP="00F7116C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7116C"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B9987" w14:textId="77777777" w:rsidR="00F7116C" w:rsidRPr="00F7116C" w:rsidRDefault="00F7116C" w:rsidP="00F7116C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F7116C">
              <w:rPr>
                <w:rFonts w:ascii="Calibri" w:hAnsi="Calibri" w:cs="Calibri"/>
                <w:color w:val="000000"/>
              </w:rPr>
              <w:t>m. Gdynia (+ Sopot)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D9BA6" w14:textId="77777777" w:rsidR="00F7116C" w:rsidRPr="00F7116C" w:rsidRDefault="00F7116C" w:rsidP="00F7116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F7116C">
              <w:rPr>
                <w:rFonts w:ascii="Calibri" w:hAnsi="Calibri" w:cs="Calibri"/>
                <w:color w:val="000000"/>
                <w:sz w:val="28"/>
                <w:szCs w:val="28"/>
              </w:rPr>
              <w:t>2 847 688,84</w:t>
            </w:r>
          </w:p>
        </w:tc>
      </w:tr>
      <w:tr w:rsidR="00F7116C" w:rsidRPr="00F7116C" w14:paraId="4A4A8B02" w14:textId="77777777" w:rsidTr="00F7116C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63218" w14:textId="77777777" w:rsidR="00F7116C" w:rsidRPr="00F7116C" w:rsidRDefault="00F7116C" w:rsidP="00F7116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C967D" w14:textId="77777777" w:rsidR="00F7116C" w:rsidRPr="00F7116C" w:rsidRDefault="00F7116C" w:rsidP="00F711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6161A" w14:textId="77777777" w:rsidR="00F7116C" w:rsidRPr="00F7116C" w:rsidRDefault="00F7116C" w:rsidP="00F711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EAEF7DC" w14:textId="77777777" w:rsidR="008F5242" w:rsidRPr="008F5242" w:rsidRDefault="008F5242" w:rsidP="00FB1502">
      <w:pPr>
        <w:tabs>
          <w:tab w:val="left" w:pos="1544"/>
        </w:tabs>
        <w:rPr>
          <w:rFonts w:asciiTheme="minorHAnsi" w:hAnsiTheme="minorHAnsi" w:cstheme="minorHAnsi"/>
        </w:rPr>
      </w:pPr>
    </w:p>
    <w:p w14:paraId="696766EB" w14:textId="77777777" w:rsidR="008F5242" w:rsidRPr="008F5242" w:rsidRDefault="008F5242" w:rsidP="00FB1502">
      <w:pPr>
        <w:tabs>
          <w:tab w:val="left" w:pos="1544"/>
        </w:tabs>
        <w:rPr>
          <w:rFonts w:asciiTheme="minorHAnsi" w:hAnsiTheme="minorHAnsi" w:cstheme="minorHAnsi"/>
        </w:rPr>
      </w:pPr>
    </w:p>
    <w:p w14:paraId="3EE447D2" w14:textId="77777777" w:rsidR="008F5242" w:rsidRPr="008F5242" w:rsidRDefault="008F5242" w:rsidP="00FB1502">
      <w:pPr>
        <w:tabs>
          <w:tab w:val="left" w:pos="1544"/>
        </w:tabs>
        <w:rPr>
          <w:rFonts w:asciiTheme="minorHAnsi" w:hAnsiTheme="minorHAnsi" w:cstheme="minorHAnsi"/>
        </w:rPr>
      </w:pPr>
    </w:p>
    <w:sectPr w:rsidR="008F5242" w:rsidRPr="008F5242" w:rsidSect="000A383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69" w:right="1418" w:bottom="1560" w:left="1418" w:header="284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3E907" w14:textId="77777777" w:rsidR="00227049" w:rsidRDefault="00227049">
      <w:r>
        <w:separator/>
      </w:r>
    </w:p>
  </w:endnote>
  <w:endnote w:type="continuationSeparator" w:id="0">
    <w:p w14:paraId="1B112391" w14:textId="77777777" w:rsidR="00227049" w:rsidRDefault="00227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CBAE3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37CCC" w14:textId="77777777" w:rsidR="007B2500" w:rsidRPr="00B01F08" w:rsidRDefault="00B2771A" w:rsidP="003526F5">
    <w:pPr>
      <w:pStyle w:val="Stopka"/>
      <w:ind w:left="-1134"/>
    </w:pPr>
    <w:r>
      <w:rPr>
        <w:noProof/>
      </w:rPr>
      <w:drawing>
        <wp:anchor distT="0" distB="0" distL="114300" distR="114300" simplePos="0" relativeHeight="251670528" behindDoc="0" locked="0" layoutInCell="1" allowOverlap="1" wp14:anchorId="18CAFF68" wp14:editId="3EB4F506">
          <wp:simplePos x="0" y="0"/>
          <wp:positionH relativeFrom="margin">
            <wp:posOffset>3596572</wp:posOffset>
          </wp:positionH>
          <wp:positionV relativeFrom="paragraph">
            <wp:posOffset>-301098</wp:posOffset>
          </wp:positionV>
          <wp:extent cx="2834657" cy="368590"/>
          <wp:effectExtent l="0" t="0" r="3810" b="0"/>
          <wp:wrapNone/>
          <wp:docPr id="741166270" name="Obraz 7411662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53" t="26941" r="5754" b="23544"/>
                  <a:stretch/>
                </pic:blipFill>
                <pic:spPr bwMode="auto">
                  <a:xfrm>
                    <a:off x="0" y="0"/>
                    <a:ext cx="2857531" cy="37156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F28C285" wp14:editId="19BB2BE8">
              <wp:simplePos x="0" y="0"/>
              <wp:positionH relativeFrom="page">
                <wp:align>left</wp:align>
              </wp:positionH>
              <wp:positionV relativeFrom="paragraph">
                <wp:posOffset>-233901</wp:posOffset>
              </wp:positionV>
              <wp:extent cx="4707172" cy="522605"/>
              <wp:effectExtent l="0" t="0" r="0" b="9525"/>
              <wp:wrapNone/>
              <wp:docPr id="217" name="Pole tekstowe 2" descr="Fundusze Europejskie dla Pomorza 2021-20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07172" cy="5226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F3BA29" w14:textId="77777777" w:rsidR="00C268A0" w:rsidRPr="0061767F" w:rsidRDefault="00C268A0" w:rsidP="00B2771A">
                          <w:pPr>
                            <w:ind w:right="170"/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F28C285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Fundusze Europejskie dla Pomorza 2021-2027" style="position:absolute;left:0;text-align:left;margin-left:0;margin-top:-18.4pt;width:370.65pt;height:41.15pt;z-index:251661312;visibility:visible;mso-wrap-style:square;mso-width-percent:0;mso-height-percent:20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" stroked="f">
              <v:textbox style="mso-fit-shape-to-text:t">
                <w:txbxContent>
                  <w:p w14:paraId="35F3BA29" w14:textId="77777777" w:rsidR="00C268A0" w:rsidRPr="0061767F" w:rsidRDefault="00C268A0" w:rsidP="00B2771A">
                    <w:pPr>
                      <w:ind w:right="170"/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0A3836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C90109D" wp14:editId="7DDA2CC0">
              <wp:simplePos x="0" y="0"/>
              <wp:positionH relativeFrom="column">
                <wp:posOffset>-666750</wp:posOffset>
              </wp:positionH>
              <wp:positionV relativeFrom="paragraph">
                <wp:posOffset>-408231</wp:posOffset>
              </wp:positionV>
              <wp:extent cx="7174800" cy="0"/>
              <wp:effectExtent l="0" t="0" r="0" b="0"/>
              <wp:wrapNone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6CDF57" id="Łącznik prosty 6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2.5pt,-32.15pt" to="512.45pt,-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" strokecolor="black [3213]" strokeweight=".2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42631" w14:textId="77777777" w:rsidR="00227049" w:rsidRDefault="00227049">
      <w:r>
        <w:separator/>
      </w:r>
    </w:p>
  </w:footnote>
  <w:footnote w:type="continuationSeparator" w:id="0">
    <w:p w14:paraId="0617D58F" w14:textId="77777777" w:rsidR="00227049" w:rsidRDefault="00227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31188" w14:textId="77777777" w:rsidR="00F5032F" w:rsidRDefault="00F5032F" w:rsidP="009A4ACC">
    <w:pPr>
      <w:pStyle w:val="Nagwek"/>
      <w:ind w:left="-1134"/>
    </w:pPr>
  </w:p>
  <w:p w14:paraId="48C44BC6" w14:textId="77777777" w:rsidR="009A4ACC" w:rsidRDefault="009A4ACC" w:rsidP="009A4ACC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F12EA" w14:textId="77777777" w:rsidR="000174EA" w:rsidRDefault="000174EA" w:rsidP="000174EA">
    <w:pPr>
      <w:pStyle w:val="Nagwek"/>
      <w:ind w:left="-127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55BB57" wp14:editId="0E00ECE6">
              <wp:simplePos x="0" y="0"/>
              <wp:positionH relativeFrom="column">
                <wp:posOffset>-748030</wp:posOffset>
              </wp:positionH>
              <wp:positionV relativeFrom="paragraph">
                <wp:posOffset>751093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8D472D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8.9pt,59.15pt" to="512.6pt,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" strokecolor="black [3213]" strokeweight=".25pt">
              <v:stroke joinstyle="miter"/>
            </v:line>
          </w:pict>
        </mc:Fallback>
      </mc:AlternateContent>
    </w:r>
    <w:r w:rsidR="009726FB">
      <w:rPr>
        <w:noProof/>
      </w:rPr>
      <w:drawing>
        <wp:inline distT="0" distB="0" distL="0" distR="0" wp14:anchorId="548CE36F" wp14:editId="3BFDF5C9">
          <wp:extent cx="7321846" cy="686257"/>
          <wp:effectExtent l="0" t="0" r="0" b="0"/>
          <wp:docPr id="13" name="Obraz 13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0497" cy="703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C56AE1" w14:textId="77777777" w:rsidR="000174EA" w:rsidRDefault="000174EA" w:rsidP="000174EA">
    <w:pPr>
      <w:pStyle w:val="Nagwek"/>
      <w:tabs>
        <w:tab w:val="clear" w:pos="4536"/>
        <w:tab w:val="clear" w:pos="9072"/>
        <w:tab w:val="left" w:pos="358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FA35C0A"/>
    <w:multiLevelType w:val="multilevel"/>
    <w:tmpl w:val="428E9EAC"/>
    <w:numStyleLink w:val="Lista1"/>
  </w:abstractNum>
  <w:num w:numId="1" w16cid:durableId="865094169">
    <w:abstractNumId w:val="0"/>
  </w:num>
  <w:num w:numId="2" w16cid:durableId="6237755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A3CB9BD6-29FB-4972-87C4-CE62F2F9D3BE}"/>
  </w:docVars>
  <w:rsids>
    <w:rsidRoot w:val="001A02A1"/>
    <w:rsid w:val="000174EA"/>
    <w:rsid w:val="000364DF"/>
    <w:rsid w:val="00061F20"/>
    <w:rsid w:val="00080D83"/>
    <w:rsid w:val="000A3836"/>
    <w:rsid w:val="000D283E"/>
    <w:rsid w:val="000E03EE"/>
    <w:rsid w:val="00120BC8"/>
    <w:rsid w:val="00124D4A"/>
    <w:rsid w:val="001304E7"/>
    <w:rsid w:val="00130B23"/>
    <w:rsid w:val="001520FF"/>
    <w:rsid w:val="001A02A1"/>
    <w:rsid w:val="001A3D33"/>
    <w:rsid w:val="001B210F"/>
    <w:rsid w:val="001D059A"/>
    <w:rsid w:val="00227049"/>
    <w:rsid w:val="00241C1F"/>
    <w:rsid w:val="002425AE"/>
    <w:rsid w:val="002529E4"/>
    <w:rsid w:val="002C6347"/>
    <w:rsid w:val="00315901"/>
    <w:rsid w:val="00320AAC"/>
    <w:rsid w:val="00321F28"/>
    <w:rsid w:val="00325198"/>
    <w:rsid w:val="003526F5"/>
    <w:rsid w:val="0035482A"/>
    <w:rsid w:val="003619F2"/>
    <w:rsid w:val="00365820"/>
    <w:rsid w:val="00387F6A"/>
    <w:rsid w:val="0039693E"/>
    <w:rsid w:val="003C554F"/>
    <w:rsid w:val="0040149C"/>
    <w:rsid w:val="00414478"/>
    <w:rsid w:val="004430F4"/>
    <w:rsid w:val="00464281"/>
    <w:rsid w:val="00492BD3"/>
    <w:rsid w:val="004B38AD"/>
    <w:rsid w:val="004B70BD"/>
    <w:rsid w:val="004C303B"/>
    <w:rsid w:val="0052111D"/>
    <w:rsid w:val="005760A9"/>
    <w:rsid w:val="00594464"/>
    <w:rsid w:val="0061767F"/>
    <w:rsid w:val="00622781"/>
    <w:rsid w:val="00640BFF"/>
    <w:rsid w:val="0066032A"/>
    <w:rsid w:val="00665A91"/>
    <w:rsid w:val="0069621B"/>
    <w:rsid w:val="006B4267"/>
    <w:rsid w:val="006F0C63"/>
    <w:rsid w:val="006F209E"/>
    <w:rsid w:val="00727F94"/>
    <w:rsid w:val="007337EB"/>
    <w:rsid w:val="00745D18"/>
    <w:rsid w:val="00776530"/>
    <w:rsid w:val="00791E8E"/>
    <w:rsid w:val="007A0109"/>
    <w:rsid w:val="007B2500"/>
    <w:rsid w:val="007B5688"/>
    <w:rsid w:val="007D61D6"/>
    <w:rsid w:val="007E1B19"/>
    <w:rsid w:val="007E670E"/>
    <w:rsid w:val="007F3623"/>
    <w:rsid w:val="00827311"/>
    <w:rsid w:val="00834BB4"/>
    <w:rsid w:val="00835187"/>
    <w:rsid w:val="00873501"/>
    <w:rsid w:val="00876326"/>
    <w:rsid w:val="008945D9"/>
    <w:rsid w:val="008C52E2"/>
    <w:rsid w:val="008F5242"/>
    <w:rsid w:val="009706FB"/>
    <w:rsid w:val="009726FB"/>
    <w:rsid w:val="009A4ACC"/>
    <w:rsid w:val="009D71C1"/>
    <w:rsid w:val="009F2CF0"/>
    <w:rsid w:val="00A0160D"/>
    <w:rsid w:val="00A04690"/>
    <w:rsid w:val="00A40DD3"/>
    <w:rsid w:val="00A830EB"/>
    <w:rsid w:val="00A8311B"/>
    <w:rsid w:val="00AD1EFE"/>
    <w:rsid w:val="00AD51FC"/>
    <w:rsid w:val="00AD7E56"/>
    <w:rsid w:val="00B01F08"/>
    <w:rsid w:val="00B16E8F"/>
    <w:rsid w:val="00B2442F"/>
    <w:rsid w:val="00B2771A"/>
    <w:rsid w:val="00B30401"/>
    <w:rsid w:val="00B6637D"/>
    <w:rsid w:val="00BB76D0"/>
    <w:rsid w:val="00BC363C"/>
    <w:rsid w:val="00C268A0"/>
    <w:rsid w:val="00C377A0"/>
    <w:rsid w:val="00C57BB1"/>
    <w:rsid w:val="00C62C24"/>
    <w:rsid w:val="00C635B6"/>
    <w:rsid w:val="00CA5CBD"/>
    <w:rsid w:val="00CE005B"/>
    <w:rsid w:val="00D0361A"/>
    <w:rsid w:val="00D1150B"/>
    <w:rsid w:val="00D30ADD"/>
    <w:rsid w:val="00D43A0D"/>
    <w:rsid w:val="00D46867"/>
    <w:rsid w:val="00D526F3"/>
    <w:rsid w:val="00D57724"/>
    <w:rsid w:val="00DA2034"/>
    <w:rsid w:val="00DC733E"/>
    <w:rsid w:val="00DE5229"/>
    <w:rsid w:val="00DF57BE"/>
    <w:rsid w:val="00E06500"/>
    <w:rsid w:val="00E539C6"/>
    <w:rsid w:val="00E57060"/>
    <w:rsid w:val="00E81ADD"/>
    <w:rsid w:val="00E87616"/>
    <w:rsid w:val="00EA5C16"/>
    <w:rsid w:val="00EF000D"/>
    <w:rsid w:val="00F5032F"/>
    <w:rsid w:val="00F545A3"/>
    <w:rsid w:val="00F7116C"/>
    <w:rsid w:val="00F83EE2"/>
    <w:rsid w:val="00FB1502"/>
    <w:rsid w:val="00FB5706"/>
    <w:rsid w:val="00FB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D3A4BB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0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3CB9BD6-29FB-4972-87C4-CE62F2F9D3B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listownik-Pomorskie-FE-UMWP-UE-EFRR-RPO2014-2020-2018.dot</Template>
  <TotalTime>1</TotalTime>
  <Pages>2</Pages>
  <Words>151</Words>
  <Characters>722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Renata Słupczewska</cp:lastModifiedBy>
  <cp:revision>2</cp:revision>
  <cp:lastPrinted>2023-01-30T16:12:00Z</cp:lastPrinted>
  <dcterms:created xsi:type="dcterms:W3CDTF">2023-05-22T06:34:00Z</dcterms:created>
  <dcterms:modified xsi:type="dcterms:W3CDTF">2023-05-22T06:34:00Z</dcterms:modified>
</cp:coreProperties>
</file>